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4A3" w:rsidRPr="009364CD" w:rsidRDefault="001234A3" w:rsidP="00EE33D4">
      <w:pPr>
        <w:jc w:val="center"/>
        <w:rPr>
          <w:b/>
          <w:sz w:val="32"/>
          <w:szCs w:val="32"/>
        </w:rPr>
      </w:pPr>
      <w:r w:rsidRPr="009364CD">
        <w:rPr>
          <w:b/>
          <w:sz w:val="32"/>
          <w:szCs w:val="32"/>
        </w:rPr>
        <w:t>201</w:t>
      </w:r>
      <w:r>
        <w:rPr>
          <w:b/>
          <w:sz w:val="32"/>
          <w:szCs w:val="32"/>
        </w:rPr>
        <w:t>5</w:t>
      </w:r>
      <w:r w:rsidRPr="009364CD">
        <w:rPr>
          <w:rFonts w:hint="eastAsia"/>
          <w:b/>
          <w:sz w:val="32"/>
          <w:szCs w:val="32"/>
        </w:rPr>
        <w:t>级俄语专业硕士研究生第一学期课程表</w:t>
      </w:r>
    </w:p>
    <w:p w:rsidR="001234A3" w:rsidRPr="00C430B5" w:rsidRDefault="001234A3" w:rsidP="00EE33D4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28"/>
          <w:szCs w:val="28"/>
        </w:rPr>
        <w:t>（</w:t>
      </w:r>
      <w:r w:rsidRPr="00184F39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5</w:t>
      </w:r>
      <w:r w:rsidRPr="00184F39">
        <w:rPr>
          <w:b/>
          <w:sz w:val="28"/>
          <w:szCs w:val="28"/>
        </w:rPr>
        <w:t>-201</w:t>
      </w:r>
      <w:r>
        <w:rPr>
          <w:b/>
          <w:sz w:val="28"/>
          <w:szCs w:val="28"/>
        </w:rPr>
        <w:t>6</w:t>
      </w:r>
      <w:r w:rsidRPr="00184F39">
        <w:rPr>
          <w:rFonts w:hint="eastAsia"/>
          <w:b/>
          <w:sz w:val="28"/>
          <w:szCs w:val="28"/>
        </w:rPr>
        <w:t>学年</w:t>
      </w:r>
      <w:r>
        <w:rPr>
          <w:rFonts w:hint="eastAsia"/>
          <w:b/>
          <w:sz w:val="28"/>
          <w:szCs w:val="28"/>
        </w:rPr>
        <w:t>上）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9"/>
        <w:gridCol w:w="1770"/>
        <w:gridCol w:w="1770"/>
        <w:gridCol w:w="1770"/>
        <w:gridCol w:w="1771"/>
        <w:gridCol w:w="1770"/>
        <w:gridCol w:w="1770"/>
        <w:gridCol w:w="1771"/>
      </w:tblGrid>
      <w:tr w:rsidR="001234A3" w:rsidTr="00C1308E">
        <w:tc>
          <w:tcPr>
            <w:tcW w:w="939" w:type="dxa"/>
          </w:tcPr>
          <w:p w:rsidR="001234A3" w:rsidRDefault="001234A3" w:rsidP="00C1308E">
            <w:pPr>
              <w:jc w:val="center"/>
            </w:pPr>
          </w:p>
        </w:tc>
        <w:tc>
          <w:tcPr>
            <w:tcW w:w="1770" w:type="dxa"/>
          </w:tcPr>
          <w:p w:rsidR="001234A3" w:rsidRDefault="001234A3" w:rsidP="00C1308E">
            <w:pPr>
              <w:jc w:val="center"/>
            </w:pPr>
            <w:r>
              <w:rPr>
                <w:rFonts w:hint="eastAsia"/>
              </w:rPr>
              <w:t>周一</w:t>
            </w:r>
          </w:p>
        </w:tc>
        <w:tc>
          <w:tcPr>
            <w:tcW w:w="1770" w:type="dxa"/>
          </w:tcPr>
          <w:p w:rsidR="001234A3" w:rsidRDefault="001234A3" w:rsidP="00C1308E">
            <w:pPr>
              <w:jc w:val="center"/>
            </w:pPr>
            <w:r>
              <w:rPr>
                <w:rFonts w:hint="eastAsia"/>
              </w:rPr>
              <w:t>周二</w:t>
            </w:r>
          </w:p>
        </w:tc>
        <w:tc>
          <w:tcPr>
            <w:tcW w:w="1770" w:type="dxa"/>
          </w:tcPr>
          <w:p w:rsidR="001234A3" w:rsidRDefault="001234A3" w:rsidP="00C1308E">
            <w:pPr>
              <w:jc w:val="center"/>
            </w:pPr>
            <w:r>
              <w:rPr>
                <w:rFonts w:hint="eastAsia"/>
              </w:rPr>
              <w:t>周三</w:t>
            </w:r>
          </w:p>
        </w:tc>
        <w:tc>
          <w:tcPr>
            <w:tcW w:w="1771" w:type="dxa"/>
          </w:tcPr>
          <w:p w:rsidR="001234A3" w:rsidRDefault="001234A3" w:rsidP="00C1308E">
            <w:pPr>
              <w:jc w:val="center"/>
            </w:pPr>
            <w:r>
              <w:rPr>
                <w:rFonts w:hint="eastAsia"/>
              </w:rPr>
              <w:t>周四</w:t>
            </w:r>
          </w:p>
        </w:tc>
        <w:tc>
          <w:tcPr>
            <w:tcW w:w="1770" w:type="dxa"/>
          </w:tcPr>
          <w:p w:rsidR="001234A3" w:rsidRDefault="001234A3" w:rsidP="00C1308E">
            <w:pPr>
              <w:jc w:val="center"/>
            </w:pPr>
            <w:r>
              <w:rPr>
                <w:rFonts w:hint="eastAsia"/>
              </w:rPr>
              <w:t>周五</w:t>
            </w:r>
          </w:p>
        </w:tc>
        <w:tc>
          <w:tcPr>
            <w:tcW w:w="1770" w:type="dxa"/>
          </w:tcPr>
          <w:p w:rsidR="001234A3" w:rsidRDefault="001234A3" w:rsidP="00C1308E">
            <w:pPr>
              <w:jc w:val="center"/>
            </w:pPr>
            <w:r>
              <w:rPr>
                <w:rFonts w:hint="eastAsia"/>
              </w:rPr>
              <w:t>周六</w:t>
            </w:r>
          </w:p>
        </w:tc>
        <w:tc>
          <w:tcPr>
            <w:tcW w:w="1771" w:type="dxa"/>
          </w:tcPr>
          <w:p w:rsidR="001234A3" w:rsidRDefault="001234A3" w:rsidP="00C1308E">
            <w:pPr>
              <w:jc w:val="center"/>
            </w:pPr>
            <w:r>
              <w:rPr>
                <w:rFonts w:hint="eastAsia"/>
              </w:rPr>
              <w:t>周日</w:t>
            </w:r>
          </w:p>
        </w:tc>
      </w:tr>
      <w:tr w:rsidR="001234A3" w:rsidTr="00C1308E">
        <w:trPr>
          <w:trHeight w:val="1255"/>
        </w:trPr>
        <w:tc>
          <w:tcPr>
            <w:tcW w:w="939" w:type="dxa"/>
          </w:tcPr>
          <w:p w:rsidR="001234A3" w:rsidRDefault="001234A3" w:rsidP="00C1308E">
            <w:pPr>
              <w:jc w:val="center"/>
            </w:pPr>
            <w:r>
              <w:t>1-2</w:t>
            </w:r>
            <w:r>
              <w:rPr>
                <w:rFonts w:hint="eastAsia"/>
              </w:rPr>
              <w:t>节</w:t>
            </w:r>
          </w:p>
        </w:tc>
        <w:tc>
          <w:tcPr>
            <w:tcW w:w="1770" w:type="dxa"/>
          </w:tcPr>
          <w:p w:rsidR="001234A3" w:rsidRPr="0023148D" w:rsidRDefault="001234A3" w:rsidP="00C1308E">
            <w:pPr>
              <w:jc w:val="center"/>
            </w:pPr>
          </w:p>
        </w:tc>
        <w:tc>
          <w:tcPr>
            <w:tcW w:w="1770" w:type="dxa"/>
          </w:tcPr>
          <w:p w:rsidR="001234A3" w:rsidRPr="0023148D" w:rsidRDefault="001234A3" w:rsidP="00C1308E">
            <w:pPr>
              <w:jc w:val="center"/>
            </w:pPr>
            <w:r w:rsidRPr="0023148D">
              <w:rPr>
                <w:rFonts w:hint="eastAsia"/>
              </w:rPr>
              <w:t>翻译导论（</w:t>
            </w:r>
            <w:r w:rsidRPr="0023148D">
              <w:t>36</w:t>
            </w:r>
            <w:r w:rsidRPr="0023148D">
              <w:rPr>
                <w:rFonts w:hint="eastAsia"/>
              </w:rPr>
              <w:t>）</w:t>
            </w:r>
          </w:p>
          <w:p w:rsidR="001234A3" w:rsidRPr="0023148D" w:rsidRDefault="001234A3" w:rsidP="00C1308E">
            <w:pPr>
              <w:jc w:val="center"/>
            </w:pPr>
            <w:r w:rsidRPr="0023148D">
              <w:rPr>
                <w:rFonts w:hint="eastAsia"/>
              </w:rPr>
              <w:t>杨楠</w:t>
            </w:r>
          </w:p>
          <w:p w:rsidR="001234A3" w:rsidRPr="0023148D" w:rsidRDefault="001234A3" w:rsidP="00C1308E">
            <w:pPr>
              <w:jc w:val="center"/>
            </w:pPr>
            <w:r w:rsidRPr="0023148D">
              <w:t>2-19</w:t>
            </w:r>
            <w:r w:rsidRPr="0023148D">
              <w:rPr>
                <w:rFonts w:hint="eastAsia"/>
              </w:rPr>
              <w:t>周</w:t>
            </w:r>
          </w:p>
          <w:p w:rsidR="001234A3" w:rsidRPr="00326C83" w:rsidRDefault="001234A3" w:rsidP="00C1308E">
            <w:pPr>
              <w:jc w:val="center"/>
              <w:rPr>
                <w:color w:val="FF0000"/>
              </w:rPr>
            </w:pPr>
            <w:r w:rsidRPr="00326C83">
              <w:rPr>
                <w:color w:val="FF0000"/>
              </w:rPr>
              <w:t>1-730</w:t>
            </w:r>
          </w:p>
        </w:tc>
        <w:tc>
          <w:tcPr>
            <w:tcW w:w="1770" w:type="dxa"/>
          </w:tcPr>
          <w:p w:rsidR="001234A3" w:rsidRPr="0023148D" w:rsidRDefault="001234A3" w:rsidP="00C1308E">
            <w:pPr>
              <w:jc w:val="center"/>
            </w:pPr>
          </w:p>
        </w:tc>
        <w:tc>
          <w:tcPr>
            <w:tcW w:w="1771" w:type="dxa"/>
          </w:tcPr>
          <w:p w:rsidR="001234A3" w:rsidRPr="0023148D" w:rsidRDefault="001234A3" w:rsidP="00C1308E">
            <w:pPr>
              <w:jc w:val="center"/>
            </w:pPr>
          </w:p>
          <w:p w:rsidR="001234A3" w:rsidRPr="0023148D" w:rsidRDefault="001234A3" w:rsidP="00C1308E">
            <w:pPr>
              <w:jc w:val="center"/>
            </w:pPr>
          </w:p>
          <w:p w:rsidR="001234A3" w:rsidRPr="0023148D" w:rsidRDefault="001234A3" w:rsidP="00C1308E">
            <w:pPr>
              <w:jc w:val="center"/>
            </w:pPr>
          </w:p>
        </w:tc>
        <w:tc>
          <w:tcPr>
            <w:tcW w:w="1770" w:type="dxa"/>
          </w:tcPr>
          <w:p w:rsidR="001234A3" w:rsidRPr="0023148D" w:rsidRDefault="001234A3" w:rsidP="00C1308E">
            <w:pPr>
              <w:jc w:val="center"/>
            </w:pPr>
          </w:p>
        </w:tc>
        <w:tc>
          <w:tcPr>
            <w:tcW w:w="1770" w:type="dxa"/>
          </w:tcPr>
          <w:p w:rsidR="001234A3" w:rsidRPr="00C1308E" w:rsidRDefault="001234A3" w:rsidP="00C1308E">
            <w:pPr>
              <w:jc w:val="center"/>
              <w:rPr>
                <w:color w:val="FF0000"/>
              </w:rPr>
            </w:pPr>
          </w:p>
          <w:p w:rsidR="001234A3" w:rsidRPr="00C1308E" w:rsidRDefault="001234A3" w:rsidP="00C1308E">
            <w:pPr>
              <w:jc w:val="center"/>
              <w:rPr>
                <w:color w:val="FF0000"/>
              </w:rPr>
            </w:pPr>
          </w:p>
          <w:p w:rsidR="001234A3" w:rsidRPr="00117076" w:rsidRDefault="001234A3" w:rsidP="00C1308E">
            <w:pPr>
              <w:jc w:val="center"/>
            </w:pPr>
          </w:p>
        </w:tc>
        <w:tc>
          <w:tcPr>
            <w:tcW w:w="1771" w:type="dxa"/>
            <w:vMerge w:val="restart"/>
          </w:tcPr>
          <w:p w:rsidR="001234A3" w:rsidRPr="008B3D78" w:rsidRDefault="001234A3" w:rsidP="00C1308E">
            <w:pPr>
              <w:jc w:val="center"/>
            </w:pPr>
          </w:p>
        </w:tc>
      </w:tr>
      <w:tr w:rsidR="001234A3" w:rsidTr="00C1308E">
        <w:tc>
          <w:tcPr>
            <w:tcW w:w="939" w:type="dxa"/>
          </w:tcPr>
          <w:p w:rsidR="001234A3" w:rsidRDefault="001234A3" w:rsidP="00C1308E">
            <w:pPr>
              <w:jc w:val="center"/>
            </w:pPr>
            <w:r>
              <w:t>3-4</w:t>
            </w:r>
            <w:r>
              <w:rPr>
                <w:rFonts w:hint="eastAsia"/>
              </w:rPr>
              <w:t>节</w:t>
            </w:r>
          </w:p>
        </w:tc>
        <w:tc>
          <w:tcPr>
            <w:tcW w:w="1770" w:type="dxa"/>
          </w:tcPr>
          <w:p w:rsidR="001234A3" w:rsidRPr="0023148D" w:rsidRDefault="001234A3" w:rsidP="00C1308E">
            <w:pPr>
              <w:jc w:val="center"/>
            </w:pPr>
          </w:p>
        </w:tc>
        <w:tc>
          <w:tcPr>
            <w:tcW w:w="1770" w:type="dxa"/>
          </w:tcPr>
          <w:p w:rsidR="001234A3" w:rsidRPr="0023148D" w:rsidRDefault="001234A3" w:rsidP="00C1308E">
            <w:pPr>
              <w:jc w:val="center"/>
            </w:pPr>
          </w:p>
          <w:p w:rsidR="001234A3" w:rsidRPr="0023148D" w:rsidRDefault="001234A3" w:rsidP="00C1308E">
            <w:pPr>
              <w:jc w:val="center"/>
            </w:pPr>
          </w:p>
          <w:p w:rsidR="001234A3" w:rsidRPr="0023148D" w:rsidRDefault="001234A3" w:rsidP="00C1308E">
            <w:pPr>
              <w:jc w:val="center"/>
            </w:pPr>
          </w:p>
          <w:p w:rsidR="001234A3" w:rsidRPr="0023148D" w:rsidRDefault="001234A3" w:rsidP="00C1308E">
            <w:pPr>
              <w:jc w:val="center"/>
            </w:pPr>
          </w:p>
        </w:tc>
        <w:tc>
          <w:tcPr>
            <w:tcW w:w="1770" w:type="dxa"/>
          </w:tcPr>
          <w:p w:rsidR="001234A3" w:rsidRPr="0023148D" w:rsidRDefault="001234A3" w:rsidP="00C1308E">
            <w:pPr>
              <w:jc w:val="center"/>
            </w:pPr>
          </w:p>
        </w:tc>
        <w:tc>
          <w:tcPr>
            <w:tcW w:w="1771" w:type="dxa"/>
          </w:tcPr>
          <w:p w:rsidR="001234A3" w:rsidRPr="0023148D" w:rsidRDefault="001234A3" w:rsidP="00C1308E">
            <w:pPr>
              <w:jc w:val="center"/>
            </w:pPr>
          </w:p>
        </w:tc>
        <w:tc>
          <w:tcPr>
            <w:tcW w:w="1770" w:type="dxa"/>
          </w:tcPr>
          <w:p w:rsidR="001234A3" w:rsidRPr="0023148D" w:rsidRDefault="001234A3" w:rsidP="00C1308E">
            <w:pPr>
              <w:jc w:val="center"/>
            </w:pPr>
          </w:p>
        </w:tc>
        <w:tc>
          <w:tcPr>
            <w:tcW w:w="1770" w:type="dxa"/>
          </w:tcPr>
          <w:p w:rsidR="001234A3" w:rsidRPr="00117076" w:rsidRDefault="001234A3" w:rsidP="00C1308E">
            <w:pPr>
              <w:jc w:val="center"/>
            </w:pPr>
          </w:p>
        </w:tc>
        <w:tc>
          <w:tcPr>
            <w:tcW w:w="1771" w:type="dxa"/>
            <w:vMerge/>
          </w:tcPr>
          <w:p w:rsidR="001234A3" w:rsidRPr="00117076" w:rsidRDefault="001234A3" w:rsidP="00C1308E">
            <w:pPr>
              <w:jc w:val="center"/>
            </w:pPr>
          </w:p>
        </w:tc>
      </w:tr>
      <w:tr w:rsidR="001234A3" w:rsidTr="00C1308E">
        <w:trPr>
          <w:trHeight w:val="715"/>
        </w:trPr>
        <w:tc>
          <w:tcPr>
            <w:tcW w:w="939" w:type="dxa"/>
          </w:tcPr>
          <w:p w:rsidR="001234A3" w:rsidRDefault="001234A3" w:rsidP="00C1308E">
            <w:pPr>
              <w:jc w:val="center"/>
            </w:pPr>
            <w:r>
              <w:t>5-6</w:t>
            </w:r>
            <w:r>
              <w:rPr>
                <w:rFonts w:hint="eastAsia"/>
              </w:rPr>
              <w:t>节</w:t>
            </w:r>
          </w:p>
          <w:p w:rsidR="001234A3" w:rsidRDefault="001234A3" w:rsidP="00C1308E">
            <w:pPr>
              <w:jc w:val="center"/>
            </w:pPr>
          </w:p>
        </w:tc>
        <w:tc>
          <w:tcPr>
            <w:tcW w:w="1770" w:type="dxa"/>
          </w:tcPr>
          <w:p w:rsidR="001234A3" w:rsidRPr="0023148D" w:rsidRDefault="001234A3" w:rsidP="00C1308E">
            <w:pPr>
              <w:jc w:val="center"/>
            </w:pPr>
            <w:r w:rsidRPr="0023148D">
              <w:rPr>
                <w:rFonts w:hint="eastAsia"/>
              </w:rPr>
              <w:t>文化语言学（</w:t>
            </w:r>
            <w:r w:rsidRPr="0023148D">
              <w:t>36</w:t>
            </w:r>
            <w:r w:rsidRPr="0023148D">
              <w:rPr>
                <w:rFonts w:hint="eastAsia"/>
              </w:rPr>
              <w:t>）</w:t>
            </w:r>
          </w:p>
          <w:p w:rsidR="001234A3" w:rsidRPr="0023148D" w:rsidRDefault="001234A3" w:rsidP="00C1308E">
            <w:pPr>
              <w:jc w:val="center"/>
            </w:pPr>
            <w:r>
              <w:t>2</w:t>
            </w:r>
            <w:r w:rsidRPr="0023148D">
              <w:t>-19</w:t>
            </w:r>
            <w:r w:rsidRPr="0023148D">
              <w:rPr>
                <w:rFonts w:hint="eastAsia"/>
              </w:rPr>
              <w:t>周</w:t>
            </w:r>
          </w:p>
          <w:p w:rsidR="001234A3" w:rsidRPr="00326C83" w:rsidRDefault="001234A3" w:rsidP="00C1308E">
            <w:pPr>
              <w:jc w:val="center"/>
              <w:rPr>
                <w:color w:val="000000"/>
              </w:rPr>
            </w:pPr>
            <w:r w:rsidRPr="00326C83">
              <w:rPr>
                <w:rFonts w:hint="eastAsia"/>
                <w:color w:val="000000"/>
              </w:rPr>
              <w:t>徐佩</w:t>
            </w:r>
          </w:p>
          <w:p w:rsidR="001234A3" w:rsidRPr="00326C83" w:rsidRDefault="001234A3" w:rsidP="00C1308E">
            <w:pPr>
              <w:jc w:val="center"/>
              <w:rPr>
                <w:color w:val="FF0000"/>
              </w:rPr>
            </w:pPr>
            <w:r w:rsidRPr="00326C83">
              <w:rPr>
                <w:color w:val="FF0000"/>
              </w:rPr>
              <w:t>1-730</w:t>
            </w:r>
          </w:p>
        </w:tc>
        <w:tc>
          <w:tcPr>
            <w:tcW w:w="1770" w:type="dxa"/>
          </w:tcPr>
          <w:p w:rsidR="001234A3" w:rsidRPr="00AC0A6F" w:rsidRDefault="001234A3" w:rsidP="00C1308E">
            <w:pPr>
              <w:jc w:val="center"/>
            </w:pPr>
            <w:r w:rsidRPr="00AC0A6F">
              <w:rPr>
                <w:rFonts w:hint="eastAsia"/>
              </w:rPr>
              <w:t>普通语言学（</w:t>
            </w:r>
            <w:r w:rsidRPr="00AC0A6F">
              <w:t>54</w:t>
            </w:r>
            <w:r w:rsidRPr="00AC0A6F">
              <w:rPr>
                <w:rFonts w:hint="eastAsia"/>
              </w:rPr>
              <w:t>）</w:t>
            </w:r>
          </w:p>
          <w:p w:rsidR="001234A3" w:rsidRDefault="001234A3" w:rsidP="00C1308E">
            <w:pPr>
              <w:jc w:val="center"/>
            </w:pPr>
            <w:r w:rsidRPr="0023148D">
              <w:rPr>
                <w:rFonts w:hint="eastAsia"/>
              </w:rPr>
              <w:t>常颖</w:t>
            </w:r>
          </w:p>
          <w:p w:rsidR="001234A3" w:rsidRDefault="001234A3" w:rsidP="00C1308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1-228</w:t>
            </w:r>
          </w:p>
          <w:p w:rsidR="001234A3" w:rsidRDefault="001234A3" w:rsidP="00C1308E">
            <w:pPr>
              <w:jc w:val="center"/>
            </w:pPr>
            <w:r>
              <w:t>2-10</w:t>
            </w:r>
            <w:r>
              <w:rPr>
                <w:rFonts w:hint="eastAsia"/>
              </w:rPr>
              <w:t>周</w:t>
            </w:r>
          </w:p>
          <w:p w:rsidR="001234A3" w:rsidRPr="00AC0A6F" w:rsidRDefault="001234A3" w:rsidP="00C1308E">
            <w:pPr>
              <w:jc w:val="center"/>
            </w:pPr>
          </w:p>
        </w:tc>
        <w:tc>
          <w:tcPr>
            <w:tcW w:w="1770" w:type="dxa"/>
          </w:tcPr>
          <w:p w:rsidR="001234A3" w:rsidRPr="00AC0A6F" w:rsidRDefault="001234A3" w:rsidP="00C1308E">
            <w:pPr>
              <w:jc w:val="center"/>
            </w:pPr>
            <w:r w:rsidRPr="00AC0A6F">
              <w:rPr>
                <w:rFonts w:hint="eastAsia"/>
              </w:rPr>
              <w:t>普通语言学（</w:t>
            </w:r>
            <w:r w:rsidRPr="00AC0A6F">
              <w:t>54</w:t>
            </w:r>
            <w:r w:rsidRPr="00AC0A6F">
              <w:rPr>
                <w:rFonts w:hint="eastAsia"/>
              </w:rPr>
              <w:t>）</w:t>
            </w:r>
          </w:p>
          <w:p w:rsidR="001234A3" w:rsidRDefault="001234A3" w:rsidP="00C1308E">
            <w:pPr>
              <w:jc w:val="center"/>
            </w:pPr>
            <w:r w:rsidRPr="0023148D">
              <w:rPr>
                <w:rFonts w:hint="eastAsia"/>
              </w:rPr>
              <w:t>常颖</w:t>
            </w:r>
          </w:p>
          <w:p w:rsidR="001234A3" w:rsidRDefault="001234A3" w:rsidP="00C1308E">
            <w:pPr>
              <w:jc w:val="center"/>
            </w:pPr>
            <w:r>
              <w:t>11-19</w:t>
            </w:r>
            <w:r>
              <w:rPr>
                <w:rFonts w:hint="eastAsia"/>
              </w:rPr>
              <w:t>周</w:t>
            </w:r>
          </w:p>
          <w:p w:rsidR="001234A3" w:rsidRPr="00326C83" w:rsidRDefault="001234A3" w:rsidP="00C1308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1-730</w:t>
            </w:r>
          </w:p>
        </w:tc>
        <w:tc>
          <w:tcPr>
            <w:tcW w:w="1771" w:type="dxa"/>
          </w:tcPr>
          <w:p w:rsidR="001234A3" w:rsidRPr="0023148D" w:rsidRDefault="001234A3" w:rsidP="00C1308E">
            <w:pPr>
              <w:jc w:val="center"/>
            </w:pPr>
            <w:r w:rsidRPr="0023148D">
              <w:rPr>
                <w:rFonts w:hint="eastAsia"/>
              </w:rPr>
              <w:t>词汇学（</w:t>
            </w:r>
            <w:r w:rsidRPr="0023148D">
              <w:t>36</w:t>
            </w:r>
            <w:r w:rsidRPr="0023148D">
              <w:rPr>
                <w:rFonts w:hint="eastAsia"/>
              </w:rPr>
              <w:t>）</w:t>
            </w:r>
          </w:p>
          <w:p w:rsidR="001234A3" w:rsidRPr="0023148D" w:rsidRDefault="001234A3" w:rsidP="00C1308E">
            <w:pPr>
              <w:jc w:val="center"/>
            </w:pPr>
            <w:r w:rsidRPr="0023148D">
              <w:t>2-1</w:t>
            </w:r>
            <w:r>
              <w:t>9</w:t>
            </w:r>
            <w:r w:rsidRPr="0023148D">
              <w:rPr>
                <w:rFonts w:hint="eastAsia"/>
              </w:rPr>
              <w:t>周</w:t>
            </w:r>
          </w:p>
          <w:p w:rsidR="001234A3" w:rsidRPr="0023148D" w:rsidRDefault="001234A3" w:rsidP="00C1308E">
            <w:pPr>
              <w:jc w:val="center"/>
            </w:pPr>
            <w:r w:rsidRPr="0023148D">
              <w:rPr>
                <w:rFonts w:hint="eastAsia"/>
              </w:rPr>
              <w:t>杨蕊</w:t>
            </w:r>
          </w:p>
          <w:p w:rsidR="001234A3" w:rsidRPr="0023148D" w:rsidRDefault="001234A3" w:rsidP="00C1308E">
            <w:pPr>
              <w:jc w:val="center"/>
            </w:pPr>
            <w:r w:rsidRPr="0023148D">
              <w:rPr>
                <w:rFonts w:hint="eastAsia"/>
              </w:rPr>
              <w:t>南区</w:t>
            </w:r>
            <w:r w:rsidRPr="00326C83">
              <w:rPr>
                <w:color w:val="FF0000"/>
              </w:rPr>
              <w:t>1-730</w:t>
            </w:r>
          </w:p>
        </w:tc>
        <w:tc>
          <w:tcPr>
            <w:tcW w:w="1770" w:type="dxa"/>
            <w:vMerge w:val="restart"/>
          </w:tcPr>
          <w:p w:rsidR="001234A3" w:rsidRPr="0023148D" w:rsidRDefault="001234A3" w:rsidP="00C1308E">
            <w:pPr>
              <w:jc w:val="center"/>
            </w:pPr>
            <w:r>
              <w:rPr>
                <w:rFonts w:hint="eastAsia"/>
              </w:rPr>
              <w:t>俄</w:t>
            </w:r>
            <w:r w:rsidRPr="0023148D">
              <w:rPr>
                <w:rFonts w:hint="eastAsia"/>
              </w:rPr>
              <w:t>罗斯文学流派（</w:t>
            </w:r>
            <w:r w:rsidRPr="0023148D">
              <w:t>36</w:t>
            </w:r>
            <w:r w:rsidRPr="0023148D">
              <w:rPr>
                <w:rFonts w:hint="eastAsia"/>
              </w:rPr>
              <w:t>）</w:t>
            </w:r>
          </w:p>
          <w:p w:rsidR="001234A3" w:rsidRPr="0023148D" w:rsidRDefault="001234A3" w:rsidP="00C1308E">
            <w:pPr>
              <w:jc w:val="center"/>
            </w:pPr>
            <w:r>
              <w:t>2-1</w:t>
            </w:r>
            <w:r w:rsidRPr="0023148D">
              <w:t>9</w:t>
            </w:r>
            <w:r w:rsidRPr="0023148D">
              <w:rPr>
                <w:rFonts w:hint="eastAsia"/>
              </w:rPr>
              <w:t>周</w:t>
            </w:r>
          </w:p>
          <w:p w:rsidR="001234A3" w:rsidRDefault="001234A3" w:rsidP="00C1308E">
            <w:pPr>
              <w:jc w:val="center"/>
            </w:pPr>
            <w:r>
              <w:rPr>
                <w:rFonts w:hint="eastAsia"/>
              </w:rPr>
              <w:t>冯小庆</w:t>
            </w:r>
          </w:p>
          <w:p w:rsidR="001234A3" w:rsidRPr="0044710B" w:rsidRDefault="001234A3" w:rsidP="00CA60F9">
            <w:pPr>
              <w:jc w:val="center"/>
            </w:pPr>
            <w:r w:rsidRPr="0023148D">
              <w:rPr>
                <w:rFonts w:hint="eastAsia"/>
              </w:rPr>
              <w:t>南区</w:t>
            </w:r>
            <w:r w:rsidRPr="00326C83">
              <w:rPr>
                <w:color w:val="FF0000"/>
              </w:rPr>
              <w:t>1-730</w:t>
            </w:r>
          </w:p>
        </w:tc>
        <w:tc>
          <w:tcPr>
            <w:tcW w:w="1770" w:type="dxa"/>
          </w:tcPr>
          <w:p w:rsidR="001234A3" w:rsidRDefault="001234A3" w:rsidP="00C1308E">
            <w:pPr>
              <w:jc w:val="center"/>
            </w:pPr>
          </w:p>
          <w:p w:rsidR="001234A3" w:rsidRDefault="001234A3" w:rsidP="00C1308E">
            <w:pPr>
              <w:jc w:val="center"/>
            </w:pPr>
          </w:p>
        </w:tc>
        <w:tc>
          <w:tcPr>
            <w:tcW w:w="1771" w:type="dxa"/>
          </w:tcPr>
          <w:p w:rsidR="001234A3" w:rsidRDefault="001234A3" w:rsidP="00C1308E">
            <w:pPr>
              <w:jc w:val="center"/>
            </w:pPr>
          </w:p>
          <w:p w:rsidR="001234A3" w:rsidRDefault="001234A3" w:rsidP="00C1308E">
            <w:pPr>
              <w:jc w:val="center"/>
            </w:pPr>
          </w:p>
          <w:p w:rsidR="001234A3" w:rsidRDefault="001234A3" w:rsidP="00C1308E">
            <w:pPr>
              <w:jc w:val="center"/>
            </w:pPr>
          </w:p>
        </w:tc>
      </w:tr>
      <w:tr w:rsidR="001234A3" w:rsidTr="00C1308E">
        <w:trPr>
          <w:trHeight w:val="1510"/>
        </w:trPr>
        <w:tc>
          <w:tcPr>
            <w:tcW w:w="939" w:type="dxa"/>
          </w:tcPr>
          <w:p w:rsidR="001234A3" w:rsidRDefault="001234A3" w:rsidP="00C1308E">
            <w:pPr>
              <w:jc w:val="center"/>
            </w:pPr>
            <w:r>
              <w:t>7-8</w:t>
            </w:r>
            <w:r>
              <w:rPr>
                <w:rFonts w:hint="eastAsia"/>
              </w:rPr>
              <w:t>节</w:t>
            </w:r>
          </w:p>
        </w:tc>
        <w:tc>
          <w:tcPr>
            <w:tcW w:w="1770" w:type="dxa"/>
          </w:tcPr>
          <w:p w:rsidR="001234A3" w:rsidRPr="00C1308E" w:rsidRDefault="001234A3" w:rsidP="00C1308E">
            <w:pPr>
              <w:jc w:val="center"/>
              <w:rPr>
                <w:color w:val="0000FF"/>
              </w:rPr>
            </w:pPr>
          </w:p>
        </w:tc>
        <w:tc>
          <w:tcPr>
            <w:tcW w:w="1770" w:type="dxa"/>
          </w:tcPr>
          <w:p w:rsidR="001234A3" w:rsidRPr="0023148D" w:rsidRDefault="001234A3" w:rsidP="00C1308E">
            <w:pPr>
              <w:jc w:val="center"/>
            </w:pPr>
            <w:r w:rsidRPr="0023148D">
              <w:rPr>
                <w:rFonts w:hint="eastAsia"/>
              </w:rPr>
              <w:t>语义学（</w:t>
            </w:r>
            <w:r w:rsidRPr="0023148D">
              <w:t>36</w:t>
            </w:r>
            <w:r w:rsidRPr="0023148D">
              <w:rPr>
                <w:rFonts w:hint="eastAsia"/>
              </w:rPr>
              <w:t>）</w:t>
            </w:r>
          </w:p>
          <w:p w:rsidR="001234A3" w:rsidRDefault="001234A3" w:rsidP="00C1308E">
            <w:pPr>
              <w:jc w:val="center"/>
            </w:pPr>
            <w:r>
              <w:rPr>
                <w:rFonts w:hint="eastAsia"/>
              </w:rPr>
              <w:t>常颖</w:t>
            </w:r>
          </w:p>
          <w:p w:rsidR="001234A3" w:rsidRDefault="001234A3" w:rsidP="00C1308E">
            <w:pPr>
              <w:jc w:val="center"/>
            </w:pPr>
            <w:r>
              <w:t>11-19</w:t>
            </w:r>
            <w:r>
              <w:rPr>
                <w:rFonts w:hint="eastAsia"/>
              </w:rPr>
              <w:t>周</w:t>
            </w:r>
          </w:p>
          <w:p w:rsidR="001234A3" w:rsidRPr="00326C83" w:rsidRDefault="001234A3" w:rsidP="00C1308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1-730</w:t>
            </w:r>
          </w:p>
        </w:tc>
        <w:tc>
          <w:tcPr>
            <w:tcW w:w="1770" w:type="dxa"/>
          </w:tcPr>
          <w:p w:rsidR="001234A3" w:rsidRDefault="001234A3" w:rsidP="00C1308E">
            <w:pPr>
              <w:jc w:val="center"/>
            </w:pPr>
          </w:p>
        </w:tc>
        <w:tc>
          <w:tcPr>
            <w:tcW w:w="1771" w:type="dxa"/>
          </w:tcPr>
          <w:p w:rsidR="001234A3" w:rsidRDefault="001234A3" w:rsidP="00C1308E">
            <w:pPr>
              <w:jc w:val="center"/>
            </w:pPr>
          </w:p>
        </w:tc>
        <w:tc>
          <w:tcPr>
            <w:tcW w:w="1770" w:type="dxa"/>
            <w:vMerge/>
          </w:tcPr>
          <w:p w:rsidR="001234A3" w:rsidRPr="0044710B" w:rsidRDefault="001234A3" w:rsidP="00C1308E">
            <w:pPr>
              <w:jc w:val="center"/>
            </w:pPr>
          </w:p>
        </w:tc>
        <w:tc>
          <w:tcPr>
            <w:tcW w:w="1770" w:type="dxa"/>
          </w:tcPr>
          <w:p w:rsidR="001234A3" w:rsidRDefault="001234A3" w:rsidP="00C1308E">
            <w:pPr>
              <w:jc w:val="center"/>
            </w:pPr>
          </w:p>
        </w:tc>
        <w:tc>
          <w:tcPr>
            <w:tcW w:w="1771" w:type="dxa"/>
          </w:tcPr>
          <w:p w:rsidR="001234A3" w:rsidRDefault="001234A3" w:rsidP="00C1308E">
            <w:pPr>
              <w:jc w:val="center"/>
            </w:pPr>
          </w:p>
        </w:tc>
      </w:tr>
    </w:tbl>
    <w:p w:rsidR="001234A3" w:rsidRPr="008D2C90" w:rsidRDefault="001234A3" w:rsidP="00EE33D4">
      <w:pPr>
        <w:jc w:val="center"/>
      </w:pPr>
    </w:p>
    <w:sectPr w:rsidR="001234A3" w:rsidRPr="008D2C90" w:rsidSect="00EE33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4A3" w:rsidRDefault="001234A3">
      <w:r>
        <w:separator/>
      </w:r>
    </w:p>
  </w:endnote>
  <w:endnote w:type="continuationSeparator" w:id="0">
    <w:p w:rsidR="001234A3" w:rsidRDefault="001234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4A3" w:rsidRDefault="001234A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4A3" w:rsidRDefault="001234A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4A3" w:rsidRDefault="001234A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4A3" w:rsidRDefault="001234A3">
      <w:r>
        <w:separator/>
      </w:r>
    </w:p>
  </w:footnote>
  <w:footnote w:type="continuationSeparator" w:id="0">
    <w:p w:rsidR="001234A3" w:rsidRDefault="001234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4A3" w:rsidRDefault="001234A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4A3" w:rsidRDefault="001234A3" w:rsidP="004278AD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4A3" w:rsidRDefault="001234A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33D4"/>
    <w:rsid w:val="00000761"/>
    <w:rsid w:val="00014F59"/>
    <w:rsid w:val="00032D1E"/>
    <w:rsid w:val="0009032E"/>
    <w:rsid w:val="00105F39"/>
    <w:rsid w:val="00117076"/>
    <w:rsid w:val="001234A3"/>
    <w:rsid w:val="00123CD9"/>
    <w:rsid w:val="00134EB6"/>
    <w:rsid w:val="00142F0E"/>
    <w:rsid w:val="0014655B"/>
    <w:rsid w:val="001771C3"/>
    <w:rsid w:val="00184F39"/>
    <w:rsid w:val="001A321B"/>
    <w:rsid w:val="001C00EC"/>
    <w:rsid w:val="00221FAC"/>
    <w:rsid w:val="0023148D"/>
    <w:rsid w:val="00264FC3"/>
    <w:rsid w:val="00274AA3"/>
    <w:rsid w:val="002B6847"/>
    <w:rsid w:val="00317136"/>
    <w:rsid w:val="00326C83"/>
    <w:rsid w:val="00363538"/>
    <w:rsid w:val="00374BDF"/>
    <w:rsid w:val="0038241F"/>
    <w:rsid w:val="003C03DD"/>
    <w:rsid w:val="003E0594"/>
    <w:rsid w:val="004213EA"/>
    <w:rsid w:val="004278AD"/>
    <w:rsid w:val="0043027E"/>
    <w:rsid w:val="00435EB7"/>
    <w:rsid w:val="0044710B"/>
    <w:rsid w:val="00450386"/>
    <w:rsid w:val="00457499"/>
    <w:rsid w:val="00464710"/>
    <w:rsid w:val="004B799D"/>
    <w:rsid w:val="004C38CB"/>
    <w:rsid w:val="004C4590"/>
    <w:rsid w:val="004C4721"/>
    <w:rsid w:val="004E5841"/>
    <w:rsid w:val="00526A16"/>
    <w:rsid w:val="0057229A"/>
    <w:rsid w:val="00594D94"/>
    <w:rsid w:val="005957A4"/>
    <w:rsid w:val="005B1572"/>
    <w:rsid w:val="005E6DF5"/>
    <w:rsid w:val="005F477D"/>
    <w:rsid w:val="00601B29"/>
    <w:rsid w:val="00607ED9"/>
    <w:rsid w:val="00643778"/>
    <w:rsid w:val="0065587F"/>
    <w:rsid w:val="006562F6"/>
    <w:rsid w:val="006B52D6"/>
    <w:rsid w:val="006B6B6C"/>
    <w:rsid w:val="006F3B39"/>
    <w:rsid w:val="007024C4"/>
    <w:rsid w:val="007043C8"/>
    <w:rsid w:val="00730128"/>
    <w:rsid w:val="007934E2"/>
    <w:rsid w:val="007B5943"/>
    <w:rsid w:val="008B3D78"/>
    <w:rsid w:val="008D2C90"/>
    <w:rsid w:val="008F5C65"/>
    <w:rsid w:val="00900B31"/>
    <w:rsid w:val="00902185"/>
    <w:rsid w:val="00915F7D"/>
    <w:rsid w:val="009364CD"/>
    <w:rsid w:val="009655EA"/>
    <w:rsid w:val="009A6D9B"/>
    <w:rsid w:val="009C5E21"/>
    <w:rsid w:val="009D4564"/>
    <w:rsid w:val="009D548A"/>
    <w:rsid w:val="009F47DE"/>
    <w:rsid w:val="00A2457F"/>
    <w:rsid w:val="00A6593D"/>
    <w:rsid w:val="00AB5971"/>
    <w:rsid w:val="00AC0A6F"/>
    <w:rsid w:val="00AE0B87"/>
    <w:rsid w:val="00B1513A"/>
    <w:rsid w:val="00B567FE"/>
    <w:rsid w:val="00B67BA5"/>
    <w:rsid w:val="00BA7BED"/>
    <w:rsid w:val="00BB7F28"/>
    <w:rsid w:val="00BC6752"/>
    <w:rsid w:val="00BC7F76"/>
    <w:rsid w:val="00BE184F"/>
    <w:rsid w:val="00BF7CE4"/>
    <w:rsid w:val="00C11C12"/>
    <w:rsid w:val="00C1308E"/>
    <w:rsid w:val="00C33484"/>
    <w:rsid w:val="00C430B5"/>
    <w:rsid w:val="00C44C7E"/>
    <w:rsid w:val="00C814C4"/>
    <w:rsid w:val="00C82044"/>
    <w:rsid w:val="00CA60F9"/>
    <w:rsid w:val="00CC0C7F"/>
    <w:rsid w:val="00CC7E2E"/>
    <w:rsid w:val="00CD0159"/>
    <w:rsid w:val="00CE538F"/>
    <w:rsid w:val="00D71598"/>
    <w:rsid w:val="00D74799"/>
    <w:rsid w:val="00E045D5"/>
    <w:rsid w:val="00E21484"/>
    <w:rsid w:val="00E63587"/>
    <w:rsid w:val="00E72BE3"/>
    <w:rsid w:val="00E95C80"/>
    <w:rsid w:val="00EB446D"/>
    <w:rsid w:val="00ED0C84"/>
    <w:rsid w:val="00EE33D4"/>
    <w:rsid w:val="00F02D62"/>
    <w:rsid w:val="00F071EE"/>
    <w:rsid w:val="00F1501F"/>
    <w:rsid w:val="00FE2CD5"/>
    <w:rsid w:val="00FE6A8F"/>
    <w:rsid w:val="00FE6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3D4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E33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E184F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EE33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E184F"/>
    <w:rPr>
      <w:rFonts w:cs="Times New Roman"/>
      <w:sz w:val="18"/>
      <w:szCs w:val="18"/>
    </w:rPr>
  </w:style>
  <w:style w:type="table" w:styleId="TableGrid">
    <w:name w:val="Table Grid"/>
    <w:basedOn w:val="TableNormal"/>
    <w:uiPriority w:val="99"/>
    <w:rsid w:val="00EE33D4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44</Words>
  <Characters>253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2015级俄语专业硕士研究生第一学期课程表</dc:title>
  <dc:subject/>
  <dc:creator>Administrator</dc:creator>
  <cp:keywords/>
  <dc:description/>
  <cp:lastModifiedBy>admin</cp:lastModifiedBy>
  <cp:revision>3</cp:revision>
  <dcterms:created xsi:type="dcterms:W3CDTF">2015-08-28T01:02:00Z</dcterms:created>
  <dcterms:modified xsi:type="dcterms:W3CDTF">2015-08-28T02:12:00Z</dcterms:modified>
</cp:coreProperties>
</file>